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DC0028" w:rsidRDefault="00B20EE6" w:rsidP="00B20EE6">
      <w:pPr>
        <w:spacing w:before="240" w:after="0"/>
      </w:pPr>
      <w:r w:rsidRPr="005E4B67">
        <w:t>který podává nabídku na sektorovou veřejn</w:t>
      </w:r>
      <w:r w:rsidRPr="00DC0028">
        <w:t xml:space="preserve">ou zakázku s názvem </w:t>
      </w:r>
      <w:bookmarkStart w:id="0" w:name="_Toc403053768"/>
      <w:r w:rsidRPr="00DC0028">
        <w:rPr>
          <w:b/>
        </w:rPr>
        <w:t>„</w:t>
      </w:r>
      <w:bookmarkEnd w:id="0"/>
      <w:r w:rsidR="00DC0028" w:rsidRPr="00DC0028">
        <w:rPr>
          <w:rStyle w:val="FontStyle37"/>
          <w:rFonts w:asciiTheme="minorHAnsi" w:hAnsiTheme="minorHAnsi"/>
          <w:color w:val="auto"/>
          <w:sz w:val="18"/>
          <w:szCs w:val="18"/>
        </w:rPr>
        <w:t>Oprava mostů na trati Kralupy nad Vltavou – Neratovice – vypracování projektové dokumentace</w:t>
      </w:r>
      <w:r w:rsidRPr="00DC0028">
        <w:rPr>
          <w:b/>
        </w:rPr>
        <w:t>“</w:t>
      </w:r>
      <w:r w:rsidRPr="00DC0028">
        <w:t xml:space="preserve">, č.j. </w:t>
      </w:r>
      <w:r w:rsidR="00DC0028" w:rsidRPr="00DC0028">
        <w:t>7296/2021-SŽ-OŘ PHA-OVZ</w:t>
      </w:r>
      <w:r w:rsidRPr="00DC0028">
        <w:t xml:space="preserve"> 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</w:t>
      </w:r>
      <w:bookmarkStart w:id="1" w:name="_GoBack"/>
      <w:bookmarkEnd w:id="1"/>
      <w:r w:rsidRPr="005E4B67">
        <w:t>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A47CB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88E75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00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00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96891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04B3A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0028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DBE540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DC002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2084728-2875-48E7-A829-5BE4A7766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9</cp:revision>
  <cp:lastPrinted>2017-11-28T17:18:00Z</cp:lastPrinted>
  <dcterms:created xsi:type="dcterms:W3CDTF">2020-01-20T15:05:00Z</dcterms:created>
  <dcterms:modified xsi:type="dcterms:W3CDTF">2021-03-01T08:36:00Z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